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07539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507539">
        <w:rPr>
          <w:rFonts w:ascii="Corbel" w:hAnsi="Corbel"/>
          <w:b/>
          <w:smallCaps/>
          <w:sz w:val="28"/>
        </w:rPr>
        <w:t>SYLABUS</w:t>
      </w:r>
    </w:p>
    <w:p w:rsidR="0085747A" w:rsidRPr="00507539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507539">
        <w:rPr>
          <w:rFonts w:ascii="Corbel" w:hAnsi="Corbel"/>
          <w:b/>
          <w:smallCaps/>
          <w:szCs w:val="24"/>
        </w:rPr>
        <w:t xml:space="preserve">dotyczy cyklu kształcenia  </w:t>
      </w:r>
      <w:r w:rsidR="004F08A7" w:rsidRPr="004F08A7">
        <w:rPr>
          <w:rFonts w:ascii="Corbel" w:hAnsi="Corbel"/>
          <w:b/>
          <w:smallCaps/>
          <w:szCs w:val="24"/>
        </w:rPr>
        <w:t>2022-2025</w:t>
      </w:r>
    </w:p>
    <w:p w:rsidR="0085747A" w:rsidRPr="00507539" w:rsidRDefault="00B06142" w:rsidP="00B819C8">
      <w:pPr>
        <w:spacing w:after="0" w:line="240" w:lineRule="exact"/>
        <w:rPr>
          <w:rFonts w:ascii="Corbel" w:hAnsi="Corbel"/>
          <w:sz w:val="20"/>
          <w:szCs w:val="20"/>
        </w:rPr>
      </w:pP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  <w:t xml:space="preserve">                      </w:t>
      </w:r>
      <w:r w:rsidR="0085747A" w:rsidRPr="00507539">
        <w:rPr>
          <w:rFonts w:ascii="Corbel" w:hAnsi="Corbel"/>
        </w:rPr>
        <w:t xml:space="preserve"> </w:t>
      </w:r>
      <w:r w:rsidR="00507539">
        <w:rPr>
          <w:rFonts w:ascii="Corbel" w:hAnsi="Corbel"/>
        </w:rPr>
        <w:tab/>
      </w:r>
      <w:r w:rsidR="0085747A" w:rsidRPr="00507539">
        <w:rPr>
          <w:rFonts w:ascii="Corbel" w:hAnsi="Corbel"/>
          <w:i/>
          <w:sz w:val="20"/>
          <w:szCs w:val="20"/>
        </w:rPr>
        <w:t>(skrajne daty</w:t>
      </w:r>
      <w:r w:rsidR="0085747A" w:rsidRPr="00507539">
        <w:rPr>
          <w:rFonts w:ascii="Corbel" w:hAnsi="Corbel"/>
        </w:rPr>
        <w:t>)</w:t>
      </w:r>
    </w:p>
    <w:p w:rsidR="0085747A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:rsidR="00507539" w:rsidRDefault="00507539" w:rsidP="0050753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4F08A7" w:rsidRPr="004F08A7">
        <w:rPr>
          <w:rFonts w:ascii="Corbel" w:hAnsi="Corbel"/>
          <w:sz w:val="20"/>
          <w:szCs w:val="20"/>
        </w:rPr>
        <w:t>2023/2024</w:t>
      </w:r>
    </w:p>
    <w:p w:rsidR="00507539" w:rsidRPr="00507539" w:rsidRDefault="00507539" w:rsidP="0050753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</w:p>
    <w:p w:rsidR="0085747A" w:rsidRPr="00507539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</w:rPr>
      </w:pPr>
      <w:r w:rsidRPr="00507539">
        <w:rPr>
          <w:rFonts w:ascii="Corbel" w:hAnsi="Corbel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Procesy migracyjne we współczesnym świecie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747A" w:rsidRPr="00507539" w:rsidRDefault="007E0081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MK </w:t>
            </w:r>
            <w:r w:rsidR="007B322E" w:rsidRPr="00507539">
              <w:rPr>
                <w:rFonts w:ascii="Corbel" w:hAnsi="Corbel"/>
                <w:b w:val="0"/>
                <w:sz w:val="22"/>
              </w:rPr>
              <w:t>4</w:t>
            </w:r>
            <w:r w:rsidRPr="00507539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507539" w:rsidRDefault="00507539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507539" w:rsidRPr="00507539" w:rsidTr="00B819C8">
        <w:tc>
          <w:tcPr>
            <w:tcW w:w="2694" w:type="dxa"/>
            <w:vAlign w:val="center"/>
          </w:tcPr>
          <w:p w:rsidR="00507539" w:rsidRPr="00507539" w:rsidRDefault="00507539" w:rsidP="0050753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07539" w:rsidRPr="00507539" w:rsidRDefault="004F08A7" w:rsidP="0050753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F08A7">
              <w:rPr>
                <w:rFonts w:ascii="Corbel" w:hAnsi="Corbel"/>
                <w:b w:val="0"/>
                <w:sz w:val="22"/>
              </w:rPr>
              <w:t>Instytut Nauk o Polityce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I stopień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Rok 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  <w:r w:rsidRPr="00507539">
              <w:rPr>
                <w:rFonts w:ascii="Corbel" w:hAnsi="Corbel"/>
                <w:b w:val="0"/>
                <w:sz w:val="22"/>
              </w:rPr>
              <w:t>, semestr II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Do wyboru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41A6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* </w:t>
      </w:r>
      <w:r w:rsidRPr="00507539">
        <w:rPr>
          <w:rFonts w:ascii="Corbel" w:hAnsi="Corbel"/>
          <w:i/>
        </w:rPr>
        <w:t xml:space="preserve">- </w:t>
      </w:r>
      <w:r w:rsidRPr="00507539">
        <w:rPr>
          <w:rFonts w:ascii="Corbel" w:hAnsi="Corbel"/>
          <w:b w:val="0"/>
          <w:i/>
        </w:rPr>
        <w:t xml:space="preserve">zgodnie z ustaleniami </w:t>
      </w:r>
      <w:r w:rsidR="00507539" w:rsidRPr="00507539">
        <w:rPr>
          <w:rFonts w:ascii="Corbel" w:hAnsi="Corbel"/>
          <w:b w:val="0"/>
          <w:i/>
        </w:rPr>
        <w:t>w Jednostce</w:t>
      </w: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1.2.Formy zajęć dydaktycznych, wymiar godzin i punktów ECTS </w:t>
      </w:r>
    </w:p>
    <w:p w:rsidR="00507539" w:rsidRPr="00507539" w:rsidRDefault="00507539" w:rsidP="00B819C8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26"/>
        <w:gridCol w:w="762"/>
        <w:gridCol w:w="837"/>
        <w:gridCol w:w="775"/>
        <w:gridCol w:w="793"/>
        <w:gridCol w:w="730"/>
        <w:gridCol w:w="914"/>
        <w:gridCol w:w="1301"/>
        <w:gridCol w:w="1712"/>
      </w:tblGrid>
      <w:tr w:rsidR="00507539" w:rsidRPr="00507539" w:rsidTr="0005152D"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Semestr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nr</w:t>
            </w:r>
          </w:p>
        </w:tc>
        <w:tc>
          <w:tcPr>
            <w:tcW w:w="83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Wykł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Konw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Sem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9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Prakt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52" w:type="dxa"/>
            <w:vAlign w:val="center"/>
            <w:hideMark/>
          </w:tcPr>
          <w:p w:rsid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 xml:space="preserve">Inne 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80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07539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507539" w:rsidRPr="00507539" w:rsidTr="0005152D">
        <w:trPr>
          <w:trHeight w:val="453"/>
        </w:trPr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83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4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52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07539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0"/>
          <w:szCs w:val="20"/>
        </w:rPr>
        <w:t>1.</w:t>
      </w:r>
      <w:r w:rsidRPr="00507539">
        <w:rPr>
          <w:rFonts w:ascii="Corbel" w:hAnsi="Corbel"/>
          <w:smallCaps w:val="0"/>
          <w:sz w:val="22"/>
        </w:rPr>
        <w:t xml:space="preserve">3.  Sposób realizacji zajęć  </w:t>
      </w:r>
    </w:p>
    <w:p w:rsidR="0085747A" w:rsidRPr="00507539" w:rsidRDefault="00546C9B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☒</w:t>
      </w:r>
      <w:r w:rsidR="0085747A" w:rsidRPr="0050753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☐</w:t>
      </w:r>
      <w:r w:rsidRPr="0050753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1.4. Forma zaliczenia przedmiotu</w:t>
      </w:r>
      <w:r w:rsidR="00507539">
        <w:rPr>
          <w:rFonts w:ascii="Corbel" w:hAnsi="Corbel"/>
          <w:smallCaps w:val="0"/>
          <w:sz w:val="22"/>
        </w:rPr>
        <w:t xml:space="preserve"> </w:t>
      </w:r>
      <w:r w:rsidR="00507539">
        <w:rPr>
          <w:rFonts w:ascii="Corbel" w:hAnsi="Corbel"/>
          <w:b w:val="0"/>
          <w:smallCaps w:val="0"/>
          <w:sz w:val="22"/>
        </w:rPr>
        <w:t>zaliczenie na ocenę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507539">
        <w:rPr>
          <w:rFonts w:ascii="Corbel" w:hAnsi="Corbel"/>
          <w:szCs w:val="24"/>
        </w:rPr>
        <w:t xml:space="preserve">2.Wymagania wstępne </w:t>
      </w:r>
    </w:p>
    <w:p w:rsidR="00507539" w:rsidRPr="00507539" w:rsidRDefault="00507539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07539" w:rsidTr="005E6E85">
        <w:tc>
          <w:tcPr>
            <w:tcW w:w="9778" w:type="dxa"/>
          </w:tcPr>
          <w:p w:rsidR="0085747A" w:rsidRPr="00507539" w:rsidRDefault="008F42B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Podstawowa wiedza z zakresu historii najnowszej 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świata 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geografii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politycznej</w:t>
            </w:r>
          </w:p>
        </w:tc>
      </w:tr>
    </w:tbl>
    <w:p w:rsid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</w:p>
    <w:p w:rsidR="0085747A" w:rsidRP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  <w:r>
        <w:rPr>
          <w:rFonts w:ascii="Corbel" w:hAnsi="Corbel"/>
          <w:b w:val="0"/>
          <w:color w:val="000000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</w:rPr>
      </w:pPr>
      <w:r w:rsidRPr="00507539">
        <w:rPr>
          <w:rFonts w:ascii="Corbel" w:hAnsi="Corbel"/>
        </w:rPr>
        <w:t xml:space="preserve"> cele, efekty </w:t>
      </w:r>
      <w:r w:rsidR="00507539">
        <w:rPr>
          <w:rFonts w:ascii="Corbel" w:hAnsi="Corbel"/>
        </w:rPr>
        <w:t xml:space="preserve">uczenia się </w:t>
      </w:r>
      <w:r w:rsidRPr="00507539">
        <w:rPr>
          <w:rFonts w:ascii="Corbel" w:hAnsi="Corbel"/>
        </w:rPr>
        <w:t>, treści Programowe i stosowane metody Dydaktyczne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</w:p>
    <w:p w:rsidR="0085747A" w:rsidRPr="00507539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0"/>
        </w:rPr>
      </w:pPr>
      <w:r w:rsidRPr="00507539">
        <w:rPr>
          <w:rFonts w:ascii="Corbel" w:hAnsi="Corbel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07539" w:rsidTr="005E6E85">
        <w:tc>
          <w:tcPr>
            <w:tcW w:w="675" w:type="dxa"/>
            <w:vAlign w:val="center"/>
          </w:tcPr>
          <w:p w:rsidR="0085747A" w:rsidRPr="00507539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07539" w:rsidRDefault="00C51BC8" w:rsidP="007E008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głównymi pojęciami oraz teoretycznymi i empirycznymi ujęciami wybranych zagadnień z zakresu </w:t>
            </w:r>
            <w:r w:rsidR="008B55F6"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>migracji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07539" w:rsidRDefault="00B277B3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>Rozwijanie umiejętności analizy procesów migracyjnych i ich wpływu na społeczeństwa, kulturę i gospodarkę państw docelowych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507539" w:rsidRDefault="007E0081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="008B55F6" w:rsidRPr="00507539">
              <w:rPr>
                <w:rFonts w:ascii="Corbel" w:hAnsi="Corbel"/>
                <w:b w:val="0"/>
                <w:sz w:val="24"/>
                <w:szCs w:val="24"/>
              </w:rPr>
              <w:t>postaw ułatwiających funkcjonowanie w środowiskach wielokulturowych</w:t>
            </w:r>
          </w:p>
        </w:tc>
      </w:tr>
      <w:tr w:rsidR="008B55F6" w:rsidRPr="00507539" w:rsidTr="007E0081">
        <w:tc>
          <w:tcPr>
            <w:tcW w:w="675" w:type="dxa"/>
            <w:vAlign w:val="center"/>
          </w:tcPr>
          <w:p w:rsidR="008B55F6" w:rsidRPr="00507539" w:rsidRDefault="008B55F6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8B55F6" w:rsidRPr="00507539" w:rsidRDefault="008B55F6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Rozwijanie postaw </w:t>
            </w:r>
            <w:r w:rsidR="00B277B3" w:rsidRPr="00507539">
              <w:rPr>
                <w:rFonts w:ascii="Corbel" w:hAnsi="Corbel"/>
                <w:b w:val="0"/>
                <w:sz w:val="24"/>
                <w:szCs w:val="24"/>
              </w:rPr>
              <w:t xml:space="preserve">szacunku dla drugiego człowieka i jego praw 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  <w:r w:rsidRPr="00507539">
        <w:rPr>
          <w:rFonts w:ascii="Corbel" w:hAnsi="Corbel"/>
          <w:b w:val="0"/>
        </w:rPr>
        <w:t xml:space="preserve">3.2  </w:t>
      </w:r>
      <w:r w:rsidRPr="00507539">
        <w:rPr>
          <w:rFonts w:ascii="Corbel" w:hAnsi="Corbel"/>
        </w:rPr>
        <w:t xml:space="preserve">Efekty </w:t>
      </w:r>
      <w:r w:rsidR="00507539">
        <w:rPr>
          <w:rFonts w:ascii="Corbel" w:hAnsi="Corbel"/>
        </w:rPr>
        <w:t xml:space="preserve">uczenia się </w:t>
      </w:r>
      <w:r w:rsidR="007E0081" w:rsidRPr="00507539">
        <w:rPr>
          <w:rFonts w:ascii="Corbel" w:hAnsi="Corbel"/>
        </w:rPr>
        <w:t>dla przedmiotu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507539" w:rsidRPr="00507539" w:rsidTr="0040628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Ma wiedzę dotyczącą struktur i instytucji </w:t>
            </w:r>
            <w:r w:rsidR="008B55F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odpowiedzialnych 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t>za sprawy związane z migrantami na poziomie państwowym i międzynarodowym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K_W04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K_U05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07539" w:rsidRDefault="00ED718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Dysponuje wiedzą na temat międzynarodowych regulacji praw migrantów i uchodźców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odpowiednio analizuje zjawiska związane z migracjami we współczesnym świecie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K_U01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K_W09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85747A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wyjaśnia</w:t>
            </w:r>
            <w:r w:rsidR="00ED718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wpływ różnych form migracji na procesy polityczne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K_U07, </w:t>
            </w:r>
          </w:p>
        </w:tc>
      </w:tr>
      <w:tr w:rsidR="00CB5D14" w:rsidRPr="00507539" w:rsidTr="005E6E85">
        <w:tc>
          <w:tcPr>
            <w:tcW w:w="1701" w:type="dxa"/>
          </w:tcPr>
          <w:p w:rsidR="00CB5D14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CB5D14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Analizując współczesne procesy migracyjne dostrzega i szanuje różnice kulturowe i społeczne</w:t>
            </w:r>
          </w:p>
        </w:tc>
        <w:tc>
          <w:tcPr>
            <w:tcW w:w="1873" w:type="dxa"/>
          </w:tcPr>
          <w:p w:rsidR="00CB5D14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K_K03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K_K07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07539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07539">
        <w:rPr>
          <w:rFonts w:ascii="Corbel" w:hAnsi="Corbel"/>
          <w:b/>
        </w:rPr>
        <w:t xml:space="preserve">TREŚCI PROGRAMOWE </w:t>
      </w:r>
    </w:p>
    <w:p w:rsidR="0085747A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07539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507539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Podstawowa terminologia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Teorie migracji</w:t>
            </w:r>
          </w:p>
        </w:tc>
      </w:tr>
      <w:tr w:rsidR="0085747A" w:rsidRPr="00507539" w:rsidTr="00507539">
        <w:tc>
          <w:tcPr>
            <w:tcW w:w="7229" w:type="dxa"/>
          </w:tcPr>
          <w:p w:rsidR="00B52F39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na świecie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w Europie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Typologia i charakterystyka migrantów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Sposoby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Aspekt ekonomiczny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a kryzys demograficzny Europy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Podstawy polityki imigracyjnej i azylowej Unii Europejskiej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imigracyjna i azylowa Rzeczypospolitej Polskiej</w:t>
            </w:r>
          </w:p>
        </w:tc>
      </w:tr>
    </w:tbl>
    <w:p w:rsidR="00507539" w:rsidRDefault="00507539" w:rsidP="00B819C8">
      <w:pPr>
        <w:rPr>
          <w:rFonts w:ascii="Corbel" w:hAnsi="Corbel"/>
        </w:rPr>
      </w:pPr>
    </w:p>
    <w:p w:rsidR="0085747A" w:rsidRPr="00507539" w:rsidRDefault="00507539" w:rsidP="009D5172">
      <w:pPr>
        <w:numPr>
          <w:ilvl w:val="0"/>
          <w:numId w:val="37"/>
        </w:numPr>
        <w:rPr>
          <w:rFonts w:ascii="Corbel" w:hAnsi="Corbel"/>
        </w:rPr>
      </w:pPr>
      <w:r>
        <w:rPr>
          <w:rFonts w:ascii="Corbel" w:hAnsi="Corbel"/>
        </w:rPr>
        <w:br w:type="column"/>
      </w:r>
      <w:r w:rsidR="0085747A" w:rsidRPr="00507539">
        <w:rPr>
          <w:rFonts w:ascii="Corbel" w:hAnsi="Corbel"/>
        </w:rPr>
        <w:lastRenderedPageBreak/>
        <w:t xml:space="preserve">Problematyka ćwiczeń audytoryjnych, konwersatoryjnych, laboratoryjnych, 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9D5172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Prawa człowieka i ich ochrona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Problem uchodźstwa we współczesnym świecie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Współcześni emigranci polscy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Wielkiej Brytanii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we Francji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Niemczech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zarobkowe po rozszerzeniu UE w 2004 r.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Muzułmanie w Europie Zachodniej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Kryzys uchodźczy 2015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Procesy migracyjne i polityka migracyjna USA</w:t>
            </w:r>
          </w:p>
        </w:tc>
      </w:tr>
      <w:tr w:rsidR="00F14001" w:rsidRPr="00507539" w:rsidTr="009D5172">
        <w:tc>
          <w:tcPr>
            <w:tcW w:w="7229" w:type="dxa"/>
          </w:tcPr>
          <w:p w:rsidR="00F14001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migracyjna Australii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Migranci w Polsce – jaka przyszłość?</w:t>
            </w:r>
          </w:p>
        </w:tc>
      </w:tr>
    </w:tbl>
    <w:p w:rsidR="0085747A" w:rsidRPr="00507539" w:rsidRDefault="0085747A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07539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DYDAKTYCZNE</w:t>
      </w:r>
      <w:r w:rsidRPr="00507539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:rsidR="0085747A" w:rsidRPr="00507539" w:rsidRDefault="0085747A" w:rsidP="00083DE1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Ćwiczenia:</w:t>
      </w:r>
      <w:r w:rsidR="00083DE1" w:rsidRPr="00507539">
        <w:rPr>
          <w:rFonts w:ascii="Corbel" w:hAnsi="Corbel"/>
          <w:b w:val="0"/>
          <w:smallCaps w:val="0"/>
          <w:sz w:val="22"/>
        </w:rPr>
        <w:t xml:space="preserve"> analiza tekstów i materiału empirycznego, referowanie zagadnień z wybranej problematyki z zakresu </w:t>
      </w:r>
      <w:r w:rsidR="00DD2140" w:rsidRPr="00507539">
        <w:rPr>
          <w:rFonts w:ascii="Corbel" w:hAnsi="Corbel"/>
          <w:b w:val="0"/>
          <w:smallCaps w:val="0"/>
          <w:sz w:val="22"/>
        </w:rPr>
        <w:t>procesów migracyjnych</w:t>
      </w:r>
      <w:r w:rsidR="00083DE1" w:rsidRPr="00507539">
        <w:rPr>
          <w:rFonts w:ascii="Corbel" w:hAnsi="Corbel"/>
          <w:b w:val="0"/>
          <w:smallCaps w:val="0"/>
          <w:sz w:val="22"/>
        </w:rPr>
        <w:t>, dyskusja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I KRYTERIA OCENY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221CBE">
        <w:rPr>
          <w:rFonts w:ascii="Corbel" w:hAnsi="Corbel"/>
          <w:b w:val="0"/>
          <w:smallCaps w:val="0"/>
          <w:sz w:val="22"/>
        </w:rPr>
        <w:t xml:space="preserve">uczenia się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507539" w:rsidTr="009D5172">
        <w:tc>
          <w:tcPr>
            <w:tcW w:w="198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221CB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9D517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507539" w:rsidTr="009D5172">
        <w:tc>
          <w:tcPr>
            <w:tcW w:w="1984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</w:t>
            </w:r>
            <w:r w:rsidR="0085747A" w:rsidRPr="00507539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9B0FC2" w:rsidRPr="00507539" w:rsidRDefault="00DD2140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referaty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test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egzamin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07539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9D5172" w:rsidRPr="00507539" w:rsidRDefault="009D5172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85747A" w:rsidRPr="00507539" w:rsidTr="009D5172">
        <w:tc>
          <w:tcPr>
            <w:tcW w:w="552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Wykład: 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test</w:t>
            </w:r>
          </w:p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y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9D5172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Całkowity nakład pracy studenta potrzebny do osiągnięcia założonych efektów w godzinach oraz punktach ECTS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Średnia liczba godzin na zrealizowanie aktywności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kontaktowe wynikające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Inne z udziałem nauczyciela akademickiego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niekontaktowe – praca własna studenta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100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</w:p>
        </w:tc>
      </w:tr>
    </w:tbl>
    <w:p w:rsidR="009D5172" w:rsidRPr="009D5172" w:rsidRDefault="009D5172" w:rsidP="009D5172">
      <w:pPr>
        <w:pStyle w:val="Punktygwne"/>
        <w:rPr>
          <w:rFonts w:ascii="Corbel" w:hAnsi="Corbel"/>
          <w:i/>
          <w:sz w:val="16"/>
        </w:rPr>
      </w:pPr>
      <w:r w:rsidRPr="009D5172">
        <w:rPr>
          <w:rFonts w:ascii="Corbel" w:hAnsi="Corbel"/>
          <w:i/>
          <w:sz w:val="16"/>
        </w:rPr>
        <w:t>* Należy uwzględnić, że 1 pkt ECTS odpowiada 25-30 godzin całkowitego nakładu pracy studenta.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D5172" w:rsidRP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507539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</w:tblGrid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LITERATURA</w:t>
      </w:r>
    </w:p>
    <w:p w:rsidR="009D5172" w:rsidRDefault="009D5172" w:rsidP="009D5172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07539" w:rsidTr="009D5172">
        <w:tc>
          <w:tcPr>
            <w:tcW w:w="7513" w:type="dxa"/>
          </w:tcPr>
          <w:p w:rsidR="0085747A" w:rsidRPr="00105135" w:rsidRDefault="0085747A" w:rsidP="005E6E85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105135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105135" w:rsidRPr="00507539" w:rsidRDefault="0010513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GoBack"/>
            <w:bookmarkEnd w:id="0"/>
          </w:p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Castles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D568D"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 we współczesnym świecie</w:t>
            </w:r>
            <w:r w:rsidR="00ED568D"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PWN, Warszawa 2011</w:t>
            </w:r>
          </w:p>
          <w:p w:rsidR="00ED568D" w:rsidRPr="00507539" w:rsidRDefault="00ED568D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Furdal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Migracje: dzieje, typologia, definicje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UWr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2006</w:t>
            </w:r>
          </w:p>
        </w:tc>
      </w:tr>
      <w:tr w:rsidR="0085747A" w:rsidRPr="00507539" w:rsidTr="009D5172">
        <w:tc>
          <w:tcPr>
            <w:tcW w:w="7513" w:type="dxa"/>
          </w:tcPr>
          <w:p w:rsidR="00ED568D" w:rsidRPr="00105135" w:rsidRDefault="0085747A" w:rsidP="00F5226C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 w:val="22"/>
              </w:rPr>
            </w:pPr>
            <w:r w:rsidRPr="00105135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105135" w:rsidRPr="00507539" w:rsidRDefault="00105135" w:rsidP="00F5226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J. Balicki, P. Stalker, Polityka imigracyjna i azylowa. Wyzwania i dylematy, Warszawa 2006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Kubitsky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Psychologia migracji,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M. Lesińska, Inkluzja polityczna imigrantów we współczesnej Europie, Warszawa 2013</w:t>
            </w:r>
          </w:p>
          <w:p w:rsidR="008D7D7F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Mollat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du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Jourdin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Desange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Tysiącletnie szlaki, Bellona, Warszawa 2000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H.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Thiollet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Migranci, migracje: o czym warto wiedzieć by wyrobić sobie własne zdanie,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Karakter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Kraków 2017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507539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:rsidR="0085747A" w:rsidRPr="00507539" w:rsidRDefault="0085747A" w:rsidP="008917F9">
      <w:pPr>
        <w:rPr>
          <w:rFonts w:ascii="Corbel" w:hAnsi="Corbel"/>
        </w:rPr>
      </w:pPr>
    </w:p>
    <w:p w:rsidR="0085747A" w:rsidRPr="00507539" w:rsidRDefault="0085747A" w:rsidP="00B819C8">
      <w:pPr>
        <w:rPr>
          <w:rFonts w:ascii="Corbel" w:hAnsi="Corbel"/>
        </w:rPr>
      </w:pPr>
    </w:p>
    <w:p w:rsidR="0085747A" w:rsidRPr="00507539" w:rsidRDefault="0085747A">
      <w:pPr>
        <w:rPr>
          <w:rFonts w:ascii="Corbel" w:hAnsi="Corbel"/>
        </w:rPr>
      </w:pPr>
    </w:p>
    <w:sectPr w:rsidR="0085747A" w:rsidRPr="00507539" w:rsidSect="009D5172">
      <w:headerReference w:type="first" r:id="rId8"/>
      <w:pgSz w:w="11906" w:h="16838"/>
      <w:pgMar w:top="42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C66" w:rsidRDefault="000E1C66" w:rsidP="00C16ABF">
      <w:pPr>
        <w:spacing w:after="0" w:line="240" w:lineRule="auto"/>
      </w:pPr>
      <w:r>
        <w:separator/>
      </w:r>
    </w:p>
  </w:endnote>
  <w:endnote w:type="continuationSeparator" w:id="0">
    <w:p w:rsidR="000E1C66" w:rsidRDefault="000E1C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C66" w:rsidRDefault="000E1C66" w:rsidP="00C16ABF">
      <w:pPr>
        <w:spacing w:after="0" w:line="240" w:lineRule="auto"/>
      </w:pPr>
      <w:r>
        <w:separator/>
      </w:r>
    </w:p>
  </w:footnote>
  <w:footnote w:type="continuationSeparator" w:id="0">
    <w:p w:rsidR="000E1C66" w:rsidRDefault="000E1C66" w:rsidP="00C16ABF">
      <w:pPr>
        <w:spacing w:after="0" w:line="240" w:lineRule="auto"/>
      </w:pPr>
      <w:r>
        <w:continuationSeparator/>
      </w:r>
    </w:p>
  </w:footnote>
  <w:footnote w:id="1">
    <w:p w:rsidR="00507539" w:rsidRDefault="00507539" w:rsidP="00507539"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539" w:rsidRPr="00507539" w:rsidRDefault="00507539" w:rsidP="00507539">
    <w:pPr>
      <w:pStyle w:val="Nagwek"/>
      <w:jc w:val="right"/>
    </w:pPr>
    <w:r w:rsidRPr="00507539">
      <w:rPr>
        <w:bCs/>
        <w:i/>
      </w:rPr>
      <w:t>Załącznik nr 1.5 do Zarządzenia Rektora UR nr 12/2019</w:t>
    </w:r>
  </w:p>
  <w:p w:rsidR="00507539" w:rsidRDefault="00507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C4531C"/>
    <w:multiLevelType w:val="multilevel"/>
    <w:tmpl w:val="EC1A30D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4105F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41"/>
  </w:num>
  <w:num w:numId="10">
    <w:abstractNumId w:val="42"/>
  </w:num>
  <w:num w:numId="11">
    <w:abstractNumId w:val="32"/>
  </w:num>
  <w:num w:numId="12">
    <w:abstractNumId w:val="22"/>
  </w:num>
  <w:num w:numId="13">
    <w:abstractNumId w:val="20"/>
  </w:num>
  <w:num w:numId="14">
    <w:abstractNumId w:val="43"/>
  </w:num>
  <w:num w:numId="15">
    <w:abstractNumId w:val="8"/>
  </w:num>
  <w:num w:numId="16">
    <w:abstractNumId w:val="47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9"/>
  </w:num>
  <w:num w:numId="24">
    <w:abstractNumId w:val="23"/>
  </w:num>
  <w:num w:numId="25">
    <w:abstractNumId w:val="40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8"/>
  </w:num>
  <w:num w:numId="40">
    <w:abstractNumId w:val="34"/>
  </w:num>
  <w:num w:numId="41">
    <w:abstractNumId w:val="16"/>
  </w:num>
  <w:num w:numId="42">
    <w:abstractNumId w:val="0"/>
  </w:num>
  <w:num w:numId="43">
    <w:abstractNumId w:val="37"/>
  </w:num>
  <w:num w:numId="44">
    <w:abstractNumId w:val="36"/>
  </w:num>
  <w:num w:numId="45">
    <w:abstractNumId w:val="24"/>
  </w:num>
  <w:num w:numId="46">
    <w:abstractNumId w:val="30"/>
  </w:num>
  <w:num w:numId="47">
    <w:abstractNumId w:val="35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22ECE"/>
    <w:rsid w:val="000273F1"/>
    <w:rsid w:val="00041A6A"/>
    <w:rsid w:val="00042A51"/>
    <w:rsid w:val="00042D2E"/>
    <w:rsid w:val="00044C82"/>
    <w:rsid w:val="0005152D"/>
    <w:rsid w:val="00070ED6"/>
    <w:rsid w:val="000742DC"/>
    <w:rsid w:val="00083DE1"/>
    <w:rsid w:val="00084C12"/>
    <w:rsid w:val="00094B12"/>
    <w:rsid w:val="00095612"/>
    <w:rsid w:val="00096C46"/>
    <w:rsid w:val="000A296F"/>
    <w:rsid w:val="000A2A28"/>
    <w:rsid w:val="000B192D"/>
    <w:rsid w:val="000B28EE"/>
    <w:rsid w:val="000B3E37"/>
    <w:rsid w:val="000B682F"/>
    <w:rsid w:val="000D04B0"/>
    <w:rsid w:val="000D76FC"/>
    <w:rsid w:val="000E1C66"/>
    <w:rsid w:val="000F1C57"/>
    <w:rsid w:val="000F5257"/>
    <w:rsid w:val="000F5615"/>
    <w:rsid w:val="00105135"/>
    <w:rsid w:val="0012560E"/>
    <w:rsid w:val="00127108"/>
    <w:rsid w:val="00134B13"/>
    <w:rsid w:val="00146BC0"/>
    <w:rsid w:val="00154381"/>
    <w:rsid w:val="00164FA7"/>
    <w:rsid w:val="00166A03"/>
    <w:rsid w:val="001737CF"/>
    <w:rsid w:val="00176083"/>
    <w:rsid w:val="001A70D2"/>
    <w:rsid w:val="001D14BE"/>
    <w:rsid w:val="001D657B"/>
    <w:rsid w:val="001E0209"/>
    <w:rsid w:val="001F2CA2"/>
    <w:rsid w:val="002144C0"/>
    <w:rsid w:val="00221CBE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2FF6"/>
    <w:rsid w:val="002B4D55"/>
    <w:rsid w:val="002B6119"/>
    <w:rsid w:val="002C1F06"/>
    <w:rsid w:val="002D1727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D759B"/>
    <w:rsid w:val="003E2FE6"/>
    <w:rsid w:val="003E49D5"/>
    <w:rsid w:val="00414E3C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3CA6"/>
    <w:rsid w:val="004968E2"/>
    <w:rsid w:val="004A3EEA"/>
    <w:rsid w:val="004A4D1F"/>
    <w:rsid w:val="004C0732"/>
    <w:rsid w:val="004D5282"/>
    <w:rsid w:val="004F08A7"/>
    <w:rsid w:val="004F1551"/>
    <w:rsid w:val="004F55A3"/>
    <w:rsid w:val="00501DAA"/>
    <w:rsid w:val="0050496F"/>
    <w:rsid w:val="00507539"/>
    <w:rsid w:val="005363C4"/>
    <w:rsid w:val="00536BDE"/>
    <w:rsid w:val="00542B79"/>
    <w:rsid w:val="00543ACC"/>
    <w:rsid w:val="00546C9B"/>
    <w:rsid w:val="00580964"/>
    <w:rsid w:val="005A0855"/>
    <w:rsid w:val="005A3196"/>
    <w:rsid w:val="005C080F"/>
    <w:rsid w:val="005C55E5"/>
    <w:rsid w:val="005C696A"/>
    <w:rsid w:val="005D095A"/>
    <w:rsid w:val="005E6E85"/>
    <w:rsid w:val="005F31D2"/>
    <w:rsid w:val="00604E64"/>
    <w:rsid w:val="0061029B"/>
    <w:rsid w:val="00621CE1"/>
    <w:rsid w:val="00647FA8"/>
    <w:rsid w:val="006620D9"/>
    <w:rsid w:val="00671958"/>
    <w:rsid w:val="006D050F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600CD"/>
    <w:rsid w:val="00763BF1"/>
    <w:rsid w:val="00766FD4"/>
    <w:rsid w:val="0078168C"/>
    <w:rsid w:val="00790E27"/>
    <w:rsid w:val="007A4022"/>
    <w:rsid w:val="007A6E6E"/>
    <w:rsid w:val="007B322E"/>
    <w:rsid w:val="007C3299"/>
    <w:rsid w:val="007C3BCC"/>
    <w:rsid w:val="007D6E56"/>
    <w:rsid w:val="007E0081"/>
    <w:rsid w:val="007F4155"/>
    <w:rsid w:val="0081707E"/>
    <w:rsid w:val="008449B3"/>
    <w:rsid w:val="0085747A"/>
    <w:rsid w:val="00885F64"/>
    <w:rsid w:val="008917F9"/>
    <w:rsid w:val="008A45F7"/>
    <w:rsid w:val="008B23C3"/>
    <w:rsid w:val="008B55F6"/>
    <w:rsid w:val="008C0CC0"/>
    <w:rsid w:val="008C19A9"/>
    <w:rsid w:val="008C379D"/>
    <w:rsid w:val="008C5147"/>
    <w:rsid w:val="008C5359"/>
    <w:rsid w:val="008C5363"/>
    <w:rsid w:val="008D3DFB"/>
    <w:rsid w:val="008D7D7F"/>
    <w:rsid w:val="008E64F4"/>
    <w:rsid w:val="008F12C9"/>
    <w:rsid w:val="008F42BF"/>
    <w:rsid w:val="008F6E29"/>
    <w:rsid w:val="00902C2C"/>
    <w:rsid w:val="00916188"/>
    <w:rsid w:val="00954A07"/>
    <w:rsid w:val="00986C77"/>
    <w:rsid w:val="009A78D9"/>
    <w:rsid w:val="009B0FC2"/>
    <w:rsid w:val="009C3E31"/>
    <w:rsid w:val="009C788E"/>
    <w:rsid w:val="009D5172"/>
    <w:rsid w:val="009E37B2"/>
    <w:rsid w:val="009E3B41"/>
    <w:rsid w:val="009F3C5C"/>
    <w:rsid w:val="00A00ECC"/>
    <w:rsid w:val="00A155EE"/>
    <w:rsid w:val="00A2245B"/>
    <w:rsid w:val="00A30110"/>
    <w:rsid w:val="00A344DD"/>
    <w:rsid w:val="00A36899"/>
    <w:rsid w:val="00A371F6"/>
    <w:rsid w:val="00A43BF6"/>
    <w:rsid w:val="00A54817"/>
    <w:rsid w:val="00A60799"/>
    <w:rsid w:val="00A97DE1"/>
    <w:rsid w:val="00AA0426"/>
    <w:rsid w:val="00AB053C"/>
    <w:rsid w:val="00AD1146"/>
    <w:rsid w:val="00AD27D3"/>
    <w:rsid w:val="00AD66D6"/>
    <w:rsid w:val="00AE019E"/>
    <w:rsid w:val="00AE1160"/>
    <w:rsid w:val="00AE203C"/>
    <w:rsid w:val="00AE2E74"/>
    <w:rsid w:val="00AE5FCB"/>
    <w:rsid w:val="00AF2C1E"/>
    <w:rsid w:val="00B06142"/>
    <w:rsid w:val="00B135B1"/>
    <w:rsid w:val="00B277B3"/>
    <w:rsid w:val="00B40ADB"/>
    <w:rsid w:val="00B43B77"/>
    <w:rsid w:val="00B43E80"/>
    <w:rsid w:val="00B52F39"/>
    <w:rsid w:val="00B5643B"/>
    <w:rsid w:val="00B607DB"/>
    <w:rsid w:val="00B66529"/>
    <w:rsid w:val="00B74BF7"/>
    <w:rsid w:val="00B75946"/>
    <w:rsid w:val="00B8056E"/>
    <w:rsid w:val="00B819C8"/>
    <w:rsid w:val="00BA2B36"/>
    <w:rsid w:val="00BB520A"/>
    <w:rsid w:val="00BD3869"/>
    <w:rsid w:val="00BD66E9"/>
    <w:rsid w:val="00BE5202"/>
    <w:rsid w:val="00C058B4"/>
    <w:rsid w:val="00C131B5"/>
    <w:rsid w:val="00C16ABF"/>
    <w:rsid w:val="00C170AE"/>
    <w:rsid w:val="00C2541D"/>
    <w:rsid w:val="00C26CB7"/>
    <w:rsid w:val="00C324C1"/>
    <w:rsid w:val="00C36992"/>
    <w:rsid w:val="00C51BC8"/>
    <w:rsid w:val="00C56036"/>
    <w:rsid w:val="00C67E92"/>
    <w:rsid w:val="00C70A26"/>
    <w:rsid w:val="00C92420"/>
    <w:rsid w:val="00C94B98"/>
    <w:rsid w:val="00CA2B96"/>
    <w:rsid w:val="00CA5089"/>
    <w:rsid w:val="00CB5D14"/>
    <w:rsid w:val="00CE5BAC"/>
    <w:rsid w:val="00CF25BE"/>
    <w:rsid w:val="00CF78ED"/>
    <w:rsid w:val="00D02B25"/>
    <w:rsid w:val="00D17C3C"/>
    <w:rsid w:val="00D26B2C"/>
    <w:rsid w:val="00D352C9"/>
    <w:rsid w:val="00D425B2"/>
    <w:rsid w:val="00D552B2"/>
    <w:rsid w:val="00D608D1"/>
    <w:rsid w:val="00D74119"/>
    <w:rsid w:val="00D8075B"/>
    <w:rsid w:val="00DA2114"/>
    <w:rsid w:val="00DD2140"/>
    <w:rsid w:val="00DF320D"/>
    <w:rsid w:val="00E129B8"/>
    <w:rsid w:val="00E24BF5"/>
    <w:rsid w:val="00E25338"/>
    <w:rsid w:val="00E51E44"/>
    <w:rsid w:val="00E63348"/>
    <w:rsid w:val="00E77E88"/>
    <w:rsid w:val="00E8107D"/>
    <w:rsid w:val="00EC4899"/>
    <w:rsid w:val="00ED03AB"/>
    <w:rsid w:val="00ED32D2"/>
    <w:rsid w:val="00ED568D"/>
    <w:rsid w:val="00ED7186"/>
    <w:rsid w:val="00EE32DE"/>
    <w:rsid w:val="00EE5457"/>
    <w:rsid w:val="00F070AB"/>
    <w:rsid w:val="00F14001"/>
    <w:rsid w:val="00F27A7B"/>
    <w:rsid w:val="00F409CF"/>
    <w:rsid w:val="00F447AA"/>
    <w:rsid w:val="00F5226C"/>
    <w:rsid w:val="00F617C3"/>
    <w:rsid w:val="00F7066B"/>
    <w:rsid w:val="00F85122"/>
    <w:rsid w:val="00FB7DBA"/>
    <w:rsid w:val="00FC1C25"/>
    <w:rsid w:val="00FC3F45"/>
    <w:rsid w:val="00FC45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4DAEF"/>
  <w15:chartTrackingRefBased/>
  <w15:docId w15:val="{56107F95-0DD3-4A8C-95F3-BEECBB65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07539"/>
    <w:rPr>
      <w:vertAlign w:val="superscript"/>
    </w:rPr>
  </w:style>
  <w:style w:type="character" w:customStyle="1" w:styleId="Zakotwiczenieprzypisudolnego">
    <w:name w:val="Zakotwiczenie przypisu dolnego"/>
    <w:rsid w:val="00507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5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18668-C5D9-4D55-9215-64E9C774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10</cp:revision>
  <cp:lastPrinted>2015-02-02T09:23:00Z</cp:lastPrinted>
  <dcterms:created xsi:type="dcterms:W3CDTF">2021-02-25T11:02:00Z</dcterms:created>
  <dcterms:modified xsi:type="dcterms:W3CDTF">2022-05-25T11:38:00Z</dcterms:modified>
</cp:coreProperties>
</file>